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EC3FFC" w:rsidTr="00EC3FFC">
        <w:trPr>
          <w:trHeight w:hRule="exact" w:val="680"/>
        </w:trPr>
        <w:tc>
          <w:tcPr>
            <w:tcW w:w="2922" w:type="dxa"/>
            <w:shd w:val="clear" w:color="auto" w:fill="BFBFBF" w:themeFill="background1" w:themeFillShade="BF"/>
          </w:tcPr>
          <w:p w:rsidR="00EC3FFC" w:rsidRDefault="004E1EEF" w:rsidP="00EC3FFC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40"/>
              </w:rPr>
              <w:t>Arbeitsblatt</w:t>
            </w:r>
            <w:proofErr w:type="spellEnd"/>
            <w:r w:rsidR="00EC3FFC" w:rsidRPr="00292AD7">
              <w:rPr>
                <w:rFonts w:ascii="Arial" w:hAnsi="Arial" w:cs="Arial"/>
                <w:b/>
                <w:sz w:val="40"/>
              </w:rPr>
              <w:t xml:space="preserve"> 1</w:t>
            </w:r>
          </w:p>
        </w:tc>
        <w:tc>
          <w:tcPr>
            <w:tcW w:w="1115" w:type="dxa"/>
          </w:tcPr>
          <w:p w:rsidR="00EC3FFC" w:rsidRPr="00D345C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EC3FF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3243FA" w:rsidTr="00EC3FFC">
        <w:trPr>
          <w:trHeight w:hRule="exact" w:val="680"/>
        </w:trPr>
        <w:tc>
          <w:tcPr>
            <w:tcW w:w="2922" w:type="dxa"/>
          </w:tcPr>
          <w:p w:rsidR="003243FA" w:rsidRPr="00D345CC" w:rsidRDefault="004E1EEF" w:rsidP="00CC2539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Rechne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mal</w:t>
            </w:r>
            <w:r w:rsidR="003243FA"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 w:rsidR="00CC2539">
              <w:rPr>
                <w:rFonts w:ascii="Arial" w:hAnsi="Arial" w:cs="Arial"/>
                <w:b/>
                <w:sz w:val="36"/>
              </w:rPr>
              <w:t>2</w:t>
            </w:r>
            <w:r w:rsidR="00A85BC0"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  <w:tc>
          <w:tcPr>
            <w:tcW w:w="1115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3243FA" w:rsidRPr="00D345CC" w:rsidRDefault="004E1EEF" w:rsidP="004E1EEF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Teile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durch</w:t>
            </w:r>
            <w:proofErr w:type="spellEnd"/>
            <w:r w:rsidR="00A85BC0">
              <w:rPr>
                <w:rFonts w:ascii="Arial" w:hAnsi="Arial" w:cs="Arial"/>
                <w:b/>
                <w:sz w:val="36"/>
              </w:rPr>
              <w:t xml:space="preserve"> 2</w:t>
            </w:r>
          </w:p>
        </w:tc>
      </w:tr>
      <w:tr w:rsidR="00D345CC" w:rsidTr="00A85BC0">
        <w:trPr>
          <w:trHeight w:val="890"/>
        </w:trPr>
        <w:tc>
          <w:tcPr>
            <w:tcW w:w="2922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90"/>
        </w:trPr>
        <w:tc>
          <w:tcPr>
            <w:tcW w:w="2922" w:type="dxa"/>
            <w:vAlign w:val="center"/>
          </w:tcPr>
          <w:p w:rsidR="00A85BC0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A85BC0">
              <w:rPr>
                <w:rFonts w:ascii="Arial" w:hAnsi="Arial" w:cs="Arial"/>
                <w:sz w:val="44"/>
              </w:rPr>
              <w:t>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FE0D8D">
              <w:rPr>
                <w:rFonts w:ascii="Arial" w:hAnsi="Arial" w:cs="Arial"/>
                <w:sz w:val="44"/>
              </w:rPr>
              <w:t>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D345CC" w:rsidTr="00A85BC0">
        <w:trPr>
          <w:trHeight w:val="861"/>
        </w:trPr>
        <w:tc>
          <w:tcPr>
            <w:tcW w:w="2922" w:type="dxa"/>
            <w:vAlign w:val="center"/>
          </w:tcPr>
          <w:p w:rsidR="00D345CC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18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CC2539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FE0D8D">
              <w:rPr>
                <w:rFonts w:ascii="Arial" w:hAnsi="Arial" w:cs="Arial"/>
                <w:sz w:val="44"/>
              </w:rPr>
              <w:t>5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CC253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150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250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FE0D8D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50</w:t>
            </w:r>
            <w:r w:rsidR="00A85BC0">
              <w:rPr>
                <w:rFonts w:ascii="Arial" w:hAnsi="Arial" w:cs="Arial"/>
                <w:sz w:val="44"/>
              </w:rPr>
              <w:t>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66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125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 xml:space="preserve">100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4"/>
      </w:tblGrid>
      <w:tr w:rsidR="00FE0D8D" w:rsidTr="00FE0D8D">
        <w:trPr>
          <w:trHeight w:hRule="exact" w:val="818"/>
        </w:trPr>
        <w:tc>
          <w:tcPr>
            <w:tcW w:w="7044" w:type="dxa"/>
            <w:shd w:val="clear" w:color="auto" w:fill="BFBFBF" w:themeFill="background1" w:themeFillShade="BF"/>
          </w:tcPr>
          <w:p w:rsidR="00FE0D8D" w:rsidRDefault="004E1EEF" w:rsidP="00EC3FFC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40"/>
              </w:rPr>
              <w:t>Arbeitsblatt</w:t>
            </w:r>
            <w:proofErr w:type="spellEnd"/>
            <w:r w:rsidRPr="00292AD7">
              <w:rPr>
                <w:rFonts w:ascii="Arial" w:hAnsi="Arial" w:cs="Arial"/>
                <w:b/>
                <w:sz w:val="40"/>
              </w:rPr>
              <w:t xml:space="preserve"> </w:t>
            </w:r>
            <w:r w:rsidR="00FE0D8D" w:rsidRPr="00292AD7"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FE0D8D" w:rsidTr="004F78A8">
        <w:trPr>
          <w:trHeight w:hRule="exact" w:val="818"/>
        </w:trPr>
        <w:tc>
          <w:tcPr>
            <w:tcW w:w="7044" w:type="dxa"/>
            <w:vAlign w:val="bottom"/>
          </w:tcPr>
          <w:p w:rsidR="00FE0D8D" w:rsidRPr="00D345CC" w:rsidRDefault="004E1EEF" w:rsidP="004F78A8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Rechne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auf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einer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Linie</w:t>
            </w:r>
            <w:proofErr w:type="spellEnd"/>
            <w:r w:rsidR="00FE0D8D"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</w:tr>
      <w:tr w:rsidR="00FE0D8D" w:rsidTr="00FE0D8D">
        <w:trPr>
          <w:trHeight w:val="1071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352 + 125 = …</w:t>
            </w:r>
          </w:p>
        </w:tc>
      </w:tr>
      <w:tr w:rsidR="00FE0D8D" w:rsidTr="00FE0D8D">
        <w:trPr>
          <w:trHeight w:val="1071"/>
        </w:trPr>
        <w:tc>
          <w:tcPr>
            <w:tcW w:w="7044" w:type="dxa"/>
            <w:vAlign w:val="center"/>
          </w:tcPr>
          <w:p w:rsidR="00FE0D8D" w:rsidRPr="00FE0D8D" w:rsidRDefault="00FE0D8D" w:rsidP="00FE0D8D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1580 + 110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E0D8D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1200 + 1300 + 1150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16 + 54 + 120 + 40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890 – 52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CC2539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632 – 111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518 – 22 = …</w:t>
            </w:r>
          </w:p>
        </w:tc>
      </w:tr>
    </w:tbl>
    <w:p w:rsidR="00A85BC0" w:rsidRDefault="00A85BC0" w:rsidP="00CC2539">
      <w:pPr>
        <w:rPr>
          <w:rFonts w:ascii="Arial" w:hAnsi="Arial" w:cs="Arial"/>
          <w:sz w:val="36"/>
        </w:rPr>
      </w:pPr>
    </w:p>
    <w:p w:rsidR="00B44D57" w:rsidRDefault="00B44D57" w:rsidP="00CC2539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B44D57" w:rsidTr="00292AD7">
        <w:trPr>
          <w:trHeight w:hRule="exact" w:val="702"/>
        </w:trPr>
        <w:tc>
          <w:tcPr>
            <w:tcW w:w="2922" w:type="dxa"/>
            <w:shd w:val="clear" w:color="auto" w:fill="BFBFBF" w:themeFill="background1" w:themeFillShade="BF"/>
          </w:tcPr>
          <w:p w:rsidR="00B44D57" w:rsidRDefault="004E1EEF" w:rsidP="00912925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40"/>
              </w:rPr>
              <w:lastRenderedPageBreak/>
              <w:t>Arbeitsblatt</w:t>
            </w:r>
            <w:proofErr w:type="spellEnd"/>
            <w:r w:rsidR="00B44D57" w:rsidRPr="00292AD7">
              <w:rPr>
                <w:rFonts w:ascii="Arial" w:hAnsi="Arial" w:cs="Arial"/>
                <w:b/>
                <w:sz w:val="40"/>
              </w:rPr>
              <w:t xml:space="preserve"> 3</w:t>
            </w:r>
          </w:p>
        </w:tc>
        <w:tc>
          <w:tcPr>
            <w:tcW w:w="111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B44D57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4D57" w:rsidTr="00292AD7">
        <w:trPr>
          <w:trHeight w:hRule="exact" w:val="861"/>
        </w:trPr>
        <w:tc>
          <w:tcPr>
            <w:tcW w:w="2922" w:type="dxa"/>
            <w:vAlign w:val="bottom"/>
          </w:tcPr>
          <w:p w:rsidR="00B44D57" w:rsidRPr="00D345CC" w:rsidRDefault="004E1EEF" w:rsidP="00292AD7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Rechne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mal</w:t>
            </w:r>
            <w:r w:rsidR="00B44D57"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 w:rsidR="00B44D57">
              <w:rPr>
                <w:rFonts w:ascii="Arial" w:hAnsi="Arial" w:cs="Arial"/>
                <w:b/>
                <w:sz w:val="36"/>
              </w:rPr>
              <w:t xml:space="preserve">2 </w:t>
            </w:r>
          </w:p>
        </w:tc>
        <w:tc>
          <w:tcPr>
            <w:tcW w:w="111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B44D57" w:rsidRPr="00D345CC" w:rsidRDefault="004E1EEF" w:rsidP="00292AD7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Teile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durch</w:t>
            </w:r>
            <w:bookmarkStart w:id="0" w:name="_GoBack"/>
            <w:bookmarkEnd w:id="0"/>
            <w:r w:rsidR="00B44D57">
              <w:rPr>
                <w:rFonts w:ascii="Arial" w:hAnsi="Arial" w:cs="Arial"/>
                <w:b/>
                <w:sz w:val="36"/>
              </w:rPr>
              <w:t xml:space="preserve"> 2</w:t>
            </w:r>
          </w:p>
        </w:tc>
      </w:tr>
      <w:tr w:rsidR="00B44D57" w:rsidTr="00292AD7">
        <w:trPr>
          <w:trHeight w:val="1127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292AD7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127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292AD7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292AD7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B44D57">
              <w:rPr>
                <w:rFonts w:ascii="Arial" w:hAnsi="Arial" w:cs="Arial"/>
                <w:sz w:val="44"/>
              </w:rPr>
              <w:t>8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53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6</w:t>
            </w:r>
            <w:r w:rsidR="00B44D57" w:rsidRPr="00CC2539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7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B44D57">
              <w:rPr>
                <w:rFonts w:ascii="Arial" w:hAnsi="Arial" w:cs="Arial"/>
                <w:sz w:val="44"/>
              </w:rPr>
              <w:t>50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20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52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292AD7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B44D57" w:rsidRDefault="00B44D57" w:rsidP="00CC2539">
      <w:pPr>
        <w:rPr>
          <w:rFonts w:ascii="Arial" w:hAnsi="Arial" w:cs="Arial"/>
          <w:sz w:val="36"/>
        </w:rPr>
      </w:pPr>
    </w:p>
    <w:p w:rsidR="00B44D57" w:rsidRDefault="00B44D57" w:rsidP="00CC2539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1165"/>
        <w:gridCol w:w="3055"/>
      </w:tblGrid>
      <w:tr w:rsidR="00B44D57" w:rsidTr="004F78A8">
        <w:trPr>
          <w:trHeight w:hRule="exact" w:val="709"/>
        </w:trPr>
        <w:tc>
          <w:tcPr>
            <w:tcW w:w="3053" w:type="dxa"/>
            <w:shd w:val="clear" w:color="auto" w:fill="BFBFBF" w:themeFill="background1" w:themeFillShade="BF"/>
          </w:tcPr>
          <w:p w:rsidR="00B44D57" w:rsidRDefault="004E1EEF" w:rsidP="00912925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40"/>
              </w:rPr>
              <w:t>Arbeitsblatt</w:t>
            </w:r>
            <w:proofErr w:type="spellEnd"/>
            <w:r w:rsidR="00B44D57" w:rsidRPr="00292AD7">
              <w:rPr>
                <w:rFonts w:ascii="Arial" w:hAnsi="Arial" w:cs="Arial"/>
                <w:b/>
                <w:sz w:val="40"/>
              </w:rPr>
              <w:t xml:space="preserve"> 4</w:t>
            </w:r>
          </w:p>
        </w:tc>
        <w:tc>
          <w:tcPr>
            <w:tcW w:w="116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55" w:type="dxa"/>
          </w:tcPr>
          <w:p w:rsidR="00B44D57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4D57" w:rsidTr="004F78A8">
        <w:trPr>
          <w:trHeight w:hRule="exact" w:val="1033"/>
        </w:trPr>
        <w:tc>
          <w:tcPr>
            <w:tcW w:w="3053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16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5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4F78A8" w:rsidTr="004F78A8">
        <w:trPr>
          <w:trHeight w:val="1352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7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9 x 10 = …</w:t>
            </w:r>
          </w:p>
        </w:tc>
      </w:tr>
      <w:tr w:rsidR="004F78A8" w:rsidTr="004F78A8">
        <w:trPr>
          <w:trHeight w:val="1352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17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21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54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33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61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70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138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175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105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204 x 10 = …</w:t>
            </w:r>
          </w:p>
        </w:tc>
      </w:tr>
    </w:tbl>
    <w:p w:rsidR="00B44D57" w:rsidRDefault="00B44D57" w:rsidP="00CC2539">
      <w:pPr>
        <w:rPr>
          <w:rFonts w:ascii="Arial" w:hAnsi="Arial" w:cs="Arial"/>
          <w:sz w:val="36"/>
        </w:rPr>
      </w:pPr>
    </w:p>
    <w:sectPr w:rsidR="00B44D57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9C"/>
    <w:rsid w:val="00083920"/>
    <w:rsid w:val="00136794"/>
    <w:rsid w:val="001D645B"/>
    <w:rsid w:val="00292AD7"/>
    <w:rsid w:val="003243FA"/>
    <w:rsid w:val="003D30D5"/>
    <w:rsid w:val="0048694C"/>
    <w:rsid w:val="004E1EEF"/>
    <w:rsid w:val="004F78A8"/>
    <w:rsid w:val="005002DC"/>
    <w:rsid w:val="005175A3"/>
    <w:rsid w:val="005F7238"/>
    <w:rsid w:val="007E024D"/>
    <w:rsid w:val="007E0FFB"/>
    <w:rsid w:val="00A85BC0"/>
    <w:rsid w:val="00B44D57"/>
    <w:rsid w:val="00CC2539"/>
    <w:rsid w:val="00D345CC"/>
    <w:rsid w:val="00EC3FFC"/>
    <w:rsid w:val="00F065CB"/>
    <w:rsid w:val="00F5309C"/>
    <w:rsid w:val="00FD76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0A60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2016-04-21T21:38:00Z</cp:lastPrinted>
  <dcterms:created xsi:type="dcterms:W3CDTF">2019-08-12T16:57:00Z</dcterms:created>
  <dcterms:modified xsi:type="dcterms:W3CDTF">2019-08-12T16:57:00Z</dcterms:modified>
</cp:coreProperties>
</file>